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BE74E" w14:textId="639D8D12" w:rsidR="00C05BCC" w:rsidRDefault="002730BB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47216">
        <w:rPr>
          <w:rFonts w:ascii="Arial" w:hAnsi="Arial" w:cs="Arial"/>
          <w:sz w:val="20"/>
          <w:szCs w:val="20"/>
          <w:u w:val="single"/>
        </w:rPr>
        <w:t>1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FF7DEA">
        <w:rPr>
          <w:rFonts w:ascii="Arial" w:hAnsi="Arial" w:cs="Arial"/>
          <w:sz w:val="20"/>
          <w:szCs w:val="20"/>
          <w:u w:val="single"/>
        </w:rPr>
        <w:t>Čestné prohlášení</w:t>
      </w:r>
      <w:r w:rsidR="00B47216">
        <w:rPr>
          <w:rFonts w:ascii="Arial" w:hAnsi="Arial" w:cs="Arial"/>
          <w:sz w:val="20"/>
          <w:szCs w:val="20"/>
          <w:u w:val="single"/>
        </w:rPr>
        <w:t xml:space="preserve"> a krycí list</w:t>
      </w:r>
    </w:p>
    <w:p w14:paraId="11A6E94E" w14:textId="77777777" w:rsidR="00B47216" w:rsidRPr="002F447F" w:rsidRDefault="00B47216" w:rsidP="00B47216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4B51177F" w14:textId="77777777" w:rsidR="00B47216" w:rsidRDefault="00B47216" w:rsidP="00B47216">
      <w:pPr>
        <w:jc w:val="center"/>
        <w:rPr>
          <w:rFonts w:ascii="Arial" w:hAnsi="Arial" w:cs="Arial"/>
        </w:rPr>
      </w:pPr>
    </w:p>
    <w:p w14:paraId="00FF4BE4" w14:textId="77777777" w:rsidR="00B47216" w:rsidRPr="006159EC" w:rsidRDefault="00B47216" w:rsidP="00B47216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>
        <w:rPr>
          <w:rFonts w:ascii="Arial" w:hAnsi="Arial" w:cs="Arial"/>
          <w:b/>
        </w:rPr>
        <w:t>č. j. MR40_2024 – Podpora aktivních síťových prvků</w:t>
      </w:r>
    </w:p>
    <w:p w14:paraId="5D0F1AC1" w14:textId="77777777" w:rsidR="00B47216" w:rsidRPr="00F002A0" w:rsidRDefault="00B47216" w:rsidP="00B47216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47216" w14:paraId="4D2D204C" w14:textId="77777777" w:rsidTr="00A462AC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7824F68" w14:textId="77777777" w:rsidR="00B47216" w:rsidRPr="00F002A0" w:rsidRDefault="00B47216" w:rsidP="00A462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47216" w14:paraId="09017712" w14:textId="77777777" w:rsidTr="00A462AC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73CE371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5EE4C1A" w14:textId="77777777" w:rsidR="00B47216" w:rsidRPr="00F002A0" w:rsidRDefault="00B47216" w:rsidP="00A462A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EA6A6C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5433A3DC" w14:textId="77777777" w:rsidTr="00A462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841AC1B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2A7454FD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4BED24D5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proofErr w:type="gramStart"/>
            <w:r w:rsidRPr="00F002A0">
              <w:rPr>
                <w:rFonts w:ascii="Arial" w:hAnsi="Arial" w:cs="Arial"/>
                <w:sz w:val="18"/>
                <w:szCs w:val="18"/>
              </w:rPr>
              <w:t>podnikání</w:t>
            </w:r>
            <w:proofErr w:type="gramEnd"/>
            <w:r w:rsidRPr="00F002A0">
              <w:rPr>
                <w:rFonts w:ascii="Arial" w:hAnsi="Arial" w:cs="Arial"/>
                <w:sz w:val="18"/>
                <w:szCs w:val="18"/>
              </w:rPr>
              <w:t xml:space="preserve"> popř. místo trvalého pobytu</w:t>
            </w:r>
          </w:p>
          <w:p w14:paraId="63AADEB0" w14:textId="77777777" w:rsidR="00B47216" w:rsidRPr="00F002A0" w:rsidRDefault="00B47216" w:rsidP="00A462A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D2DE194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1B454205" w14:textId="77777777" w:rsidTr="00A462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C22187F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312975B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02BA27E3" w14:textId="77777777" w:rsidTr="00A462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B0289FD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B749663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3BD6679C" w14:textId="77777777" w:rsidTr="00A462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A98F3BA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8CAEC42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225BC369" w14:textId="77777777" w:rsidTr="00A462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B519807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441FB8A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35E7C204" w14:textId="77777777" w:rsidTr="00A462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5646ABD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85F9519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1EAA131C" w14:textId="77777777" w:rsidTr="00A462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70AD671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5D16F5D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4AE10120" w14:textId="77777777" w:rsidTr="00A462AC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DABE838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6F89E62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0D844A8B" w14:textId="77777777" w:rsidTr="00A462AC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4F4F534" w14:textId="77777777" w:rsidR="00B47216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6F97CB" w14:textId="77777777" w:rsidR="00B47216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osoby)*</w:t>
            </w:r>
            <w:proofErr w:type="gramEnd"/>
          </w:p>
          <w:p w14:paraId="381F20A9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1D34CC0A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6C3B1A86" w14:textId="77777777" w:rsidTr="00A462AC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72C5EBC" w14:textId="77777777" w:rsidR="00B47216" w:rsidRPr="00F002A0" w:rsidRDefault="00B47216" w:rsidP="00A462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poddodavateli – </w:t>
            </w:r>
            <w:proofErr w:type="gramStart"/>
            <w:r w:rsidRPr="00F002A0">
              <w:rPr>
                <w:rFonts w:ascii="Arial" w:hAnsi="Arial" w:cs="Arial"/>
                <w:b/>
                <w:sz w:val="20"/>
                <w:szCs w:val="20"/>
              </w:rPr>
              <w:t>1)*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47216" w14:paraId="01E62274" w14:textId="77777777" w:rsidTr="00A462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2758AC8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6259D71F" w14:textId="77777777" w:rsidR="00B47216" w:rsidRPr="00F002A0" w:rsidRDefault="00B47216" w:rsidP="00A462A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B9EB082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3653FDCC" w14:textId="77777777" w:rsidTr="00A462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C46A98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2E3A3ABD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AEC3643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proofErr w:type="gramStart"/>
            <w:r w:rsidRPr="00F002A0">
              <w:rPr>
                <w:rFonts w:ascii="Arial" w:hAnsi="Arial" w:cs="Arial"/>
                <w:sz w:val="18"/>
                <w:szCs w:val="18"/>
              </w:rPr>
              <w:t>podnikání</w:t>
            </w:r>
            <w:proofErr w:type="gramEnd"/>
            <w:r w:rsidRPr="00F002A0">
              <w:rPr>
                <w:rFonts w:ascii="Arial" w:hAnsi="Arial" w:cs="Arial"/>
                <w:sz w:val="18"/>
                <w:szCs w:val="18"/>
              </w:rPr>
              <w:t xml:space="preserve"> popř. místo trvalého pobytu</w:t>
            </w:r>
          </w:p>
          <w:p w14:paraId="22EA5466" w14:textId="77777777" w:rsidR="00B47216" w:rsidRPr="00F002A0" w:rsidRDefault="00B47216" w:rsidP="00A462AC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2B49F67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454291C1" w14:textId="77777777" w:rsidTr="00A462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F3C4A9C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70711CC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  <w:tr w:rsidR="00B47216" w14:paraId="6FA2FCE1" w14:textId="77777777" w:rsidTr="00A462AC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5DE805E" w14:textId="77777777" w:rsidR="00B47216" w:rsidRPr="00F002A0" w:rsidRDefault="00B47216" w:rsidP="00A462A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3EF5529" w14:textId="77777777" w:rsidR="00B47216" w:rsidRPr="00F002A0" w:rsidRDefault="00B47216" w:rsidP="00A462AC">
            <w:pPr>
              <w:rPr>
                <w:rFonts w:ascii="Arial" w:hAnsi="Arial" w:cs="Arial"/>
              </w:rPr>
            </w:pPr>
          </w:p>
        </w:tc>
      </w:tr>
    </w:tbl>
    <w:p w14:paraId="5ACC2EA9" w14:textId="77777777" w:rsidR="00B47216" w:rsidRDefault="00B47216" w:rsidP="00B47216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26EB06" w14:textId="77777777" w:rsidR="00B47216" w:rsidRDefault="00B47216" w:rsidP="00B4721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7E133904" w14:textId="77777777" w:rsidR="00B47216" w:rsidRPr="00FD2E3F" w:rsidRDefault="00B47216" w:rsidP="00B47216">
      <w:pPr>
        <w:pStyle w:val="Odstavecseseznamem"/>
        <w:numPr>
          <w:ilvl w:val="0"/>
          <w:numId w:val="17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27F479D" w14:textId="77777777" w:rsidR="00B47216" w:rsidRPr="00FD2E3F" w:rsidRDefault="00B47216" w:rsidP="00B47216">
      <w:pPr>
        <w:pStyle w:val="Odstavecseseznamem"/>
        <w:numPr>
          <w:ilvl w:val="0"/>
          <w:numId w:val="17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27EB20F0" w14:textId="77777777" w:rsidR="00B47216" w:rsidRPr="00FD2E3F" w:rsidRDefault="00B47216" w:rsidP="00B47216">
      <w:pPr>
        <w:pStyle w:val="Odstavecseseznamem"/>
        <w:numPr>
          <w:ilvl w:val="0"/>
          <w:numId w:val="17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025B54EF" w14:textId="77777777" w:rsidR="00B47216" w:rsidRPr="00FD2E3F" w:rsidRDefault="00B47216" w:rsidP="00B47216">
      <w:pPr>
        <w:pStyle w:val="Odstavecseseznamem"/>
        <w:numPr>
          <w:ilvl w:val="0"/>
          <w:numId w:val="17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04D5FBB7" w14:textId="77777777" w:rsidR="00B47216" w:rsidRPr="00F002A0" w:rsidRDefault="00B47216" w:rsidP="00B47216">
      <w:pPr>
        <w:rPr>
          <w:rFonts w:ascii="Arial" w:hAnsi="Arial" w:cs="Arial"/>
          <w:i/>
          <w:sz w:val="18"/>
          <w:szCs w:val="18"/>
        </w:rPr>
      </w:pPr>
    </w:p>
    <w:p w14:paraId="20265960" w14:textId="77777777" w:rsidR="00B47216" w:rsidRPr="00F002A0" w:rsidRDefault="00B47216" w:rsidP="00B4721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2F5825D" w14:textId="5723EE84"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14:paraId="3F96FA42" w14:textId="77777777"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2730BB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1E0B92F7" w14:textId="77777777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 xml:space="preserve">pletichy </w:t>
      </w:r>
      <w:r w:rsidR="00B253EA" w:rsidRPr="00B253EA">
        <w:rPr>
          <w:rFonts w:ascii="Arial" w:hAnsi="Arial" w:cs="Arial"/>
          <w:sz w:val="20"/>
          <w:szCs w:val="20"/>
        </w:rPr>
        <w:lastRenderedPageBreak/>
        <w:t>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2730BB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2730BB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2730BB">
        <w:rPr>
          <w:rFonts w:ascii="Arial" w:hAnsi="Arial" w:cs="Arial"/>
          <w:sz w:val="20"/>
          <w:szCs w:val="20"/>
        </w:rPr>
        <w:t xml:space="preserve">tato právnická osoba a </w:t>
      </w:r>
      <w:r w:rsidR="002730BB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2730BB">
        <w:rPr>
          <w:rFonts w:ascii="Arial" w:hAnsi="Arial" w:cs="Arial"/>
          <w:sz w:val="20"/>
          <w:szCs w:val="20"/>
        </w:rPr>
        <w:t>;</w:t>
      </w:r>
    </w:p>
    <w:p w14:paraId="3D11D12B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F922460" w14:textId="77777777" w:rsidR="00DA4A1F" w:rsidRPr="00B17289" w:rsidRDefault="002730B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548A7B33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FA524F9" w14:textId="77777777" w:rsidR="00DA4A1F" w:rsidRPr="00B17289" w:rsidRDefault="002730B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5D884F4E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1573DEC" w14:textId="77777777" w:rsidR="00DA4A1F" w:rsidRPr="00B17289" w:rsidRDefault="002730B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1AEF77BB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6FD0F11C" w14:textId="77777777" w:rsidR="00DA4A1F" w:rsidRPr="00DA4A1F" w:rsidRDefault="002730B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3DBEB782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5892C546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1A70079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EC9E6F7" w14:textId="77777777" w:rsidR="008F65CF" w:rsidRPr="00073F26" w:rsidRDefault="008F65CF" w:rsidP="008F65CF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073F26">
        <w:rPr>
          <w:rFonts w:ascii="Arial" w:hAnsi="Arial" w:cs="Arial"/>
          <w:b/>
          <w:sz w:val="20"/>
          <w:szCs w:val="20"/>
        </w:rPr>
        <w:t>dodavatel splňuje</w:t>
      </w:r>
      <w:r w:rsidRPr="001D6A5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technickou kvalifikace dle části </w:t>
      </w:r>
      <w:r w:rsidR="0093226C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Výzvy tím, že dokládá:</w:t>
      </w:r>
    </w:p>
    <w:p w14:paraId="32AE76BC" w14:textId="77777777" w:rsidR="008F65CF" w:rsidRPr="00073F26" w:rsidRDefault="008F65CF" w:rsidP="008F65C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Pr="00073F26">
        <w:rPr>
          <w:rFonts w:ascii="Arial" w:hAnsi="Arial" w:cs="Arial"/>
          <w:sz w:val="20"/>
          <w:szCs w:val="20"/>
          <w:u w:val="single"/>
        </w:rPr>
        <w:t>Seznam významných dodávek</w:t>
      </w:r>
      <w:r w:rsidRPr="00073F26">
        <w:rPr>
          <w:rFonts w:ascii="Arial" w:hAnsi="Arial" w:cs="Arial"/>
          <w:sz w:val="20"/>
          <w:szCs w:val="20"/>
        </w:rPr>
        <w:t xml:space="preserve"> poskytnutých za </w:t>
      </w:r>
      <w:r w:rsidRPr="00F7124D">
        <w:rPr>
          <w:rFonts w:ascii="Arial" w:hAnsi="Arial" w:cs="Arial"/>
          <w:sz w:val="20"/>
          <w:szCs w:val="20"/>
        </w:rPr>
        <w:t xml:space="preserve">posledních </w:t>
      </w:r>
      <w:r w:rsidR="00F434C2">
        <w:rPr>
          <w:rFonts w:ascii="Arial" w:hAnsi="Arial" w:cs="Arial"/>
          <w:sz w:val="20"/>
          <w:szCs w:val="20"/>
        </w:rPr>
        <w:t>3 roky</w:t>
      </w:r>
      <w:r w:rsidRPr="00073F26">
        <w:rPr>
          <w:rFonts w:ascii="Arial" w:hAnsi="Arial" w:cs="Arial"/>
          <w:sz w:val="20"/>
          <w:szCs w:val="20"/>
        </w:rPr>
        <w:t xml:space="preserve"> před zahájením výběrového řízení včetně uvedení ceny a doby jejich poskytnutí a identifikace objednatele: </w:t>
      </w:r>
    </w:p>
    <w:p w14:paraId="6A0DDE70" w14:textId="77777777" w:rsidR="008F65CF" w:rsidRDefault="008F65CF" w:rsidP="008F65CF">
      <w:pPr>
        <w:jc w:val="both"/>
        <w:rPr>
          <w:rFonts w:ascii="Arial" w:hAnsi="Arial" w:cs="Arial"/>
          <w:sz w:val="20"/>
          <w:szCs w:val="20"/>
        </w:rPr>
      </w:pPr>
    </w:p>
    <w:p w14:paraId="311B6E37" w14:textId="77777777" w:rsidR="008F65CF" w:rsidRPr="00073F26" w:rsidRDefault="008F65CF" w:rsidP="008F65CF">
      <w:pPr>
        <w:ind w:left="708"/>
        <w:jc w:val="both"/>
        <w:rPr>
          <w:rFonts w:ascii="Arial" w:hAnsi="Arial" w:cs="Arial"/>
          <w:sz w:val="20"/>
          <w:szCs w:val="20"/>
        </w:rPr>
      </w:pPr>
      <w:r w:rsidRPr="00112B0A">
        <w:rPr>
          <w:rFonts w:ascii="Arial" w:hAnsi="Arial" w:cs="Arial"/>
          <w:sz w:val="20"/>
          <w:szCs w:val="20"/>
        </w:rPr>
        <w:t xml:space="preserve">Dodavatel prokáže toto kritérium technické kvalifikace, pokud v posledních </w:t>
      </w:r>
      <w:r w:rsidR="0093226C">
        <w:rPr>
          <w:rFonts w:ascii="Arial" w:hAnsi="Arial" w:cs="Arial"/>
          <w:sz w:val="20"/>
          <w:szCs w:val="20"/>
        </w:rPr>
        <w:t xml:space="preserve">3 </w:t>
      </w:r>
      <w:r w:rsidRPr="00112B0A">
        <w:rPr>
          <w:rFonts w:ascii="Arial" w:hAnsi="Arial" w:cs="Arial"/>
          <w:sz w:val="20"/>
          <w:szCs w:val="20"/>
        </w:rPr>
        <w:t xml:space="preserve">letech realizoval alespoň </w:t>
      </w:r>
      <w:r w:rsidRPr="00112B0A">
        <w:rPr>
          <w:rFonts w:ascii="Arial" w:hAnsi="Arial" w:cs="Arial"/>
          <w:b/>
          <w:sz w:val="20"/>
          <w:szCs w:val="20"/>
        </w:rPr>
        <w:t xml:space="preserve">2 obdobné </w:t>
      </w:r>
      <w:r w:rsidRPr="00DF655E">
        <w:rPr>
          <w:rFonts w:ascii="Arial" w:hAnsi="Arial" w:cs="Arial"/>
          <w:sz w:val="20"/>
          <w:szCs w:val="20"/>
        </w:rPr>
        <w:t>zakázky</w:t>
      </w:r>
      <w:r w:rsidRPr="00112B0A">
        <w:rPr>
          <w:rFonts w:ascii="Arial" w:hAnsi="Arial" w:cs="Arial"/>
          <w:sz w:val="20"/>
          <w:szCs w:val="20"/>
        </w:rPr>
        <w:t xml:space="preserve"> spočívající v </w:t>
      </w:r>
      <w:r w:rsidRPr="00DF655E">
        <w:rPr>
          <w:rFonts w:ascii="Arial" w:hAnsi="Arial" w:cs="Arial"/>
          <w:sz w:val="20"/>
          <w:szCs w:val="20"/>
        </w:rPr>
        <w:t xml:space="preserve">poskytnutí služeb </w:t>
      </w:r>
      <w:r w:rsidR="0093226C" w:rsidRPr="0093226C">
        <w:rPr>
          <w:rFonts w:ascii="Arial" w:hAnsi="Arial" w:cs="Arial"/>
          <w:b/>
          <w:sz w:val="20"/>
          <w:szCs w:val="20"/>
        </w:rPr>
        <w:t>podpory nebo dodávky včetně instalace zařízení Cisco.</w:t>
      </w:r>
      <w:r w:rsidRPr="0093226C">
        <w:rPr>
          <w:rFonts w:ascii="Arial" w:hAnsi="Arial" w:cs="Arial"/>
          <w:sz w:val="20"/>
          <w:szCs w:val="20"/>
        </w:rPr>
        <w:t xml:space="preserve"> Každá taková zakázka musí dosahovat</w:t>
      </w:r>
      <w:r w:rsidRPr="00112B0A">
        <w:rPr>
          <w:rFonts w:ascii="Arial" w:hAnsi="Arial" w:cs="Arial"/>
          <w:sz w:val="20"/>
          <w:szCs w:val="20"/>
        </w:rPr>
        <w:t xml:space="preserve"> hodnoty alespoň </w:t>
      </w:r>
      <w:r w:rsidR="0093226C">
        <w:rPr>
          <w:rFonts w:ascii="Arial" w:hAnsi="Arial" w:cs="Arial"/>
          <w:b/>
          <w:sz w:val="20"/>
          <w:szCs w:val="20"/>
        </w:rPr>
        <w:t>60</w:t>
      </w:r>
      <w:r w:rsidRPr="00112B0A">
        <w:rPr>
          <w:rFonts w:ascii="Arial" w:hAnsi="Arial" w:cs="Arial"/>
          <w:b/>
          <w:sz w:val="20"/>
          <w:szCs w:val="20"/>
        </w:rPr>
        <w:t>0.000,- Kč</w:t>
      </w:r>
      <w:r w:rsidRPr="00112B0A">
        <w:rPr>
          <w:rFonts w:ascii="Arial" w:hAnsi="Arial" w:cs="Arial"/>
          <w:sz w:val="20"/>
          <w:szCs w:val="20"/>
        </w:rPr>
        <w:t xml:space="preserve"> (slovy: </w:t>
      </w:r>
      <w:r w:rsidR="00F434C2">
        <w:rPr>
          <w:rFonts w:ascii="Arial" w:hAnsi="Arial" w:cs="Arial"/>
          <w:sz w:val="20"/>
          <w:szCs w:val="20"/>
        </w:rPr>
        <w:t xml:space="preserve">šest set </w:t>
      </w:r>
      <w:r w:rsidRPr="00112B0A">
        <w:rPr>
          <w:rFonts w:ascii="Arial" w:hAnsi="Arial" w:cs="Arial"/>
          <w:sz w:val="20"/>
          <w:szCs w:val="20"/>
        </w:rPr>
        <w:t>tisíc korun českých) bez DPH.</w:t>
      </w:r>
      <w:r w:rsidRPr="00073F26">
        <w:rPr>
          <w:rFonts w:ascii="Arial" w:hAnsi="Arial" w:cs="Arial"/>
          <w:sz w:val="20"/>
          <w:szCs w:val="20"/>
        </w:rPr>
        <w:t xml:space="preserve"> </w:t>
      </w:r>
    </w:p>
    <w:p w14:paraId="046013AB" w14:textId="77777777" w:rsidR="008F65CF" w:rsidRDefault="008F65CF" w:rsidP="008F65C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4DF38DF" w14:textId="77777777" w:rsidR="008F65CF" w:rsidRPr="00B40AE7" w:rsidRDefault="008F65CF" w:rsidP="008F65CF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40AE7">
        <w:rPr>
          <w:rFonts w:ascii="Arial" w:hAnsi="Arial" w:cs="Arial"/>
          <w:b/>
          <w:sz w:val="20"/>
          <w:szCs w:val="20"/>
        </w:rPr>
        <w:t>Referenční zakázka č. 1:</w:t>
      </w:r>
    </w:p>
    <w:p w14:paraId="3295B43B" w14:textId="77777777" w:rsidR="008F65CF" w:rsidRPr="00447B8F" w:rsidRDefault="008F65CF" w:rsidP="008F65C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65CF" w14:paraId="2899C503" w14:textId="77777777" w:rsidTr="007F7AA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4300098" w14:textId="77777777" w:rsidR="008F65CF" w:rsidRPr="00447B8F" w:rsidRDefault="008F65CF" w:rsidP="007F7AA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9393CC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65CF" w14:paraId="2AD2ECA2" w14:textId="77777777" w:rsidTr="007F7AA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E27DE01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A7CA501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65CF" w14:paraId="6D69753F" w14:textId="77777777" w:rsidTr="007F7AA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8CCD173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48C175F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65CF" w14:paraId="2A7ECCA6" w14:textId="77777777" w:rsidTr="007F7AA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1C3D4A5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C18100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65CF" w14:paraId="6EE3ED3C" w14:textId="77777777" w:rsidTr="007F7AA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D7DB925" w14:textId="77777777" w:rsidR="008F65CF" w:rsidRPr="00447B8F" w:rsidRDefault="008F65CF" w:rsidP="007F7AA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34AD2A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91113DA" w14:textId="77777777" w:rsidR="008F65CF" w:rsidRDefault="008F65CF" w:rsidP="008F65CF">
      <w:pPr>
        <w:pStyle w:val="Odstavecseseznamem"/>
        <w:rPr>
          <w:rFonts w:ascii="Arial" w:hAnsi="Arial" w:cs="Arial"/>
          <w:sz w:val="20"/>
          <w:szCs w:val="20"/>
        </w:rPr>
      </w:pPr>
    </w:p>
    <w:p w14:paraId="5F33722D" w14:textId="188229A1" w:rsidR="008F65CF" w:rsidRDefault="008F65CF" w:rsidP="008F65CF">
      <w:pPr>
        <w:pStyle w:val="Odstavecseseznamem"/>
        <w:rPr>
          <w:rFonts w:ascii="Arial" w:hAnsi="Arial" w:cs="Arial"/>
          <w:sz w:val="20"/>
          <w:szCs w:val="20"/>
        </w:rPr>
      </w:pPr>
    </w:p>
    <w:p w14:paraId="5483B9A3" w14:textId="5C758C3D" w:rsidR="00B47216" w:rsidRDefault="00B47216" w:rsidP="008F65CF">
      <w:pPr>
        <w:pStyle w:val="Odstavecseseznamem"/>
        <w:rPr>
          <w:rFonts w:ascii="Arial" w:hAnsi="Arial" w:cs="Arial"/>
          <w:sz w:val="20"/>
          <w:szCs w:val="20"/>
        </w:rPr>
      </w:pPr>
    </w:p>
    <w:p w14:paraId="2491DAD3" w14:textId="77777777" w:rsidR="00B47216" w:rsidRDefault="00B47216" w:rsidP="008F65CF">
      <w:pPr>
        <w:pStyle w:val="Odstavecseseznamem"/>
        <w:rPr>
          <w:rFonts w:ascii="Arial" w:hAnsi="Arial" w:cs="Arial"/>
          <w:sz w:val="20"/>
          <w:szCs w:val="20"/>
        </w:rPr>
      </w:pPr>
    </w:p>
    <w:p w14:paraId="53B01C56" w14:textId="77777777" w:rsidR="008F65CF" w:rsidRPr="00B40AE7" w:rsidRDefault="008F65CF" w:rsidP="008F65CF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B40AE7">
        <w:rPr>
          <w:rFonts w:ascii="Arial" w:hAnsi="Arial" w:cs="Arial"/>
          <w:b/>
          <w:sz w:val="20"/>
          <w:szCs w:val="20"/>
        </w:rPr>
        <w:t>Referenční zakázka č. 2:</w:t>
      </w:r>
    </w:p>
    <w:p w14:paraId="263BEFFA" w14:textId="77777777" w:rsidR="008F65CF" w:rsidRPr="00447B8F" w:rsidRDefault="008F65CF" w:rsidP="008F65C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65CF" w14:paraId="2B2D03AB" w14:textId="77777777" w:rsidTr="007F7AA6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4721067" w14:textId="77777777" w:rsidR="008F65CF" w:rsidRPr="00447B8F" w:rsidRDefault="008F65CF" w:rsidP="007F7AA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6EC1D4F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65CF" w14:paraId="246BE9A9" w14:textId="77777777" w:rsidTr="007F7AA6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8F271C9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80434D8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65CF" w14:paraId="5600B812" w14:textId="77777777" w:rsidTr="007F7AA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AEFABCB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79E7BD0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65CF" w14:paraId="37A193B3" w14:textId="77777777" w:rsidTr="007F7AA6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4A27EC0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E58164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65CF" w14:paraId="078CBE48" w14:textId="77777777" w:rsidTr="007F7AA6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AC009C" w14:textId="77777777" w:rsidR="008F65CF" w:rsidRPr="00447B8F" w:rsidRDefault="008F65CF" w:rsidP="007F7AA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DA03E8E" w14:textId="77777777" w:rsidR="008F65CF" w:rsidRPr="00447B8F" w:rsidRDefault="008F65CF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D6C8AD3" w14:textId="77777777" w:rsidR="008F65CF" w:rsidRDefault="008F65CF" w:rsidP="008F65C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816A31D" w14:textId="77777777" w:rsidR="008C2754" w:rsidRPr="008C2754" w:rsidRDefault="008C2754" w:rsidP="008F65C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77C3692" w14:textId="77777777" w:rsidR="008C2754" w:rsidRDefault="008C2754" w:rsidP="008F65CF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  <w:r w:rsidRPr="008C2754">
        <w:rPr>
          <w:rFonts w:ascii="Arial" w:hAnsi="Arial" w:cs="Arial"/>
          <w:sz w:val="20"/>
          <w:szCs w:val="20"/>
          <w:lang w:eastAsia="en-US"/>
        </w:rPr>
        <w:t>b)</w:t>
      </w:r>
      <w:r w:rsidRPr="008C2754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8C2754">
        <w:rPr>
          <w:rFonts w:ascii="Arial" w:hAnsi="Arial" w:cs="Arial"/>
          <w:sz w:val="20"/>
          <w:szCs w:val="20"/>
          <w:u w:val="single"/>
        </w:rPr>
        <w:t>Seznam techniků,</w:t>
      </w:r>
      <w:r w:rsidRPr="008C2754">
        <w:rPr>
          <w:rFonts w:ascii="Arial" w:hAnsi="Arial" w:cs="Arial"/>
          <w:sz w:val="20"/>
          <w:szCs w:val="20"/>
        </w:rPr>
        <w:t xml:space="preserve"> kteří se budou podílet na plnění veřejné zakázky:</w:t>
      </w:r>
    </w:p>
    <w:p w14:paraId="2346713B" w14:textId="14500C08" w:rsidR="00B46816" w:rsidRPr="00FF20D1" w:rsidRDefault="00B46816" w:rsidP="00FF20D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F20D1">
        <w:rPr>
          <w:rFonts w:ascii="Arial" w:hAnsi="Arial" w:cs="Arial"/>
          <w:bCs/>
          <w:sz w:val="20"/>
          <w:szCs w:val="20"/>
        </w:rPr>
        <w:t>Dodavatel prokáže toto kritérium technické kvalifikace, pokud</w:t>
      </w:r>
      <w:r w:rsidRPr="00FF20D1">
        <w:rPr>
          <w:rFonts w:ascii="Arial" w:hAnsi="Arial" w:cs="Arial"/>
          <w:sz w:val="20"/>
          <w:szCs w:val="20"/>
        </w:rPr>
        <w:t xml:space="preserve"> </w:t>
      </w:r>
      <w:r w:rsidRPr="00FF20D1">
        <w:rPr>
          <w:rFonts w:ascii="Arial" w:hAnsi="Arial" w:cs="Arial"/>
          <w:bCs/>
          <w:sz w:val="20"/>
          <w:szCs w:val="20"/>
        </w:rPr>
        <w:t>z předložených dokumentů bude vyplývat, že má pro realizaci této veřejné zakázky k dispozici osoby s následující kvalifikací:</w:t>
      </w:r>
      <w:r w:rsidR="00FF20D1" w:rsidRPr="00FF20D1">
        <w:rPr>
          <w:rFonts w:ascii="Arial" w:hAnsi="Arial" w:cs="Arial"/>
          <w:sz w:val="20"/>
          <w:szCs w:val="20"/>
        </w:rPr>
        <w:t xml:space="preserve"> </w:t>
      </w:r>
      <w:r w:rsidRPr="00FF20D1">
        <w:rPr>
          <w:rFonts w:ascii="Arial" w:hAnsi="Arial" w:cs="Arial"/>
          <w:sz w:val="20"/>
          <w:szCs w:val="20"/>
        </w:rPr>
        <w:t xml:space="preserve">alespoň </w:t>
      </w:r>
      <w:r w:rsidRPr="00FF20D1">
        <w:rPr>
          <w:rFonts w:ascii="Arial" w:hAnsi="Arial" w:cs="Arial"/>
          <w:b/>
          <w:sz w:val="20"/>
          <w:szCs w:val="20"/>
        </w:rPr>
        <w:t>dva technické specialisty</w:t>
      </w:r>
      <w:r w:rsidRPr="00FF20D1">
        <w:rPr>
          <w:rFonts w:ascii="Arial" w:hAnsi="Arial" w:cs="Arial"/>
          <w:sz w:val="20"/>
          <w:szCs w:val="20"/>
        </w:rPr>
        <w:t xml:space="preserve">, kteří mají </w:t>
      </w:r>
      <w:r w:rsidRPr="00FF20D1">
        <w:rPr>
          <w:rFonts w:ascii="Arial" w:hAnsi="Arial" w:cs="Arial"/>
          <w:b/>
          <w:sz w:val="20"/>
          <w:szCs w:val="20"/>
        </w:rPr>
        <w:t>zkušenosti se správou a podporou aktivních síťových prvků značky Cisco na úrovni dosažitelné certifikace.</w:t>
      </w:r>
      <w:r w:rsidRPr="00FF20D1">
        <w:rPr>
          <w:rFonts w:ascii="Arial" w:hAnsi="Arial" w:cs="Arial"/>
          <w:sz w:val="20"/>
          <w:szCs w:val="20"/>
        </w:rPr>
        <w:t xml:space="preserve"> </w:t>
      </w:r>
    </w:p>
    <w:p w14:paraId="6072B761" w14:textId="77777777" w:rsidR="00B46816" w:rsidRPr="008C2754" w:rsidRDefault="00B46816" w:rsidP="008F65C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BF1E100" w14:textId="77777777" w:rsidR="00B40AE7" w:rsidRPr="000A20F8" w:rsidRDefault="00B40AE7" w:rsidP="008C2754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95191E4" w14:textId="2D25ECDA" w:rsidR="00B40AE7" w:rsidRDefault="00B40AE7" w:rsidP="00B40AE7">
      <w:pPr>
        <w:ind w:left="708"/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1 </w:t>
      </w:r>
      <w:r w:rsidR="00B05629">
        <w:rPr>
          <w:rFonts w:ascii="Arial" w:hAnsi="Arial" w:cs="Arial"/>
          <w:b/>
          <w:sz w:val="20"/>
          <w:szCs w:val="20"/>
        </w:rPr>
        <w:t>(LAN specialista)</w:t>
      </w:r>
    </w:p>
    <w:p w14:paraId="4956D050" w14:textId="77777777" w:rsidR="00B40AE7" w:rsidRDefault="00B40AE7" w:rsidP="00B40AE7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40AE7" w:rsidRPr="00447B8F" w14:paraId="38896EDF" w14:textId="77777777" w:rsidTr="007F7AA6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228269E7" w14:textId="77777777" w:rsidR="00B40AE7" w:rsidRPr="00447B8F" w:rsidRDefault="00B40AE7" w:rsidP="007F7A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025786C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0AE7" w:rsidRPr="00447B8F" w14:paraId="7DCB3849" w14:textId="77777777" w:rsidTr="007F7AA6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0B6F3E3A" w14:textId="77777777" w:rsidR="00B40AE7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B2F76F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0AE7" w:rsidRPr="00447B8F" w14:paraId="2F57B269" w14:textId="77777777" w:rsidTr="007F7AA6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83B35FD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93134A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0AE7" w:rsidRPr="00447B8F" w14:paraId="7273F53C" w14:textId="77777777" w:rsidTr="007F7AA6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2642648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71D8493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0AE7" w:rsidRPr="00447B8F" w14:paraId="3B6F7C43" w14:textId="77777777" w:rsidTr="007F7AA6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6593E5F9" w14:textId="77777777" w:rsidR="00B40AE7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EA5FF0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0AE7" w:rsidRPr="00447B8F" w14:paraId="79D8949F" w14:textId="77777777" w:rsidTr="007F7AA6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EFEFCC4" w14:textId="77777777" w:rsidR="00B40AE7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Výzvy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733D0A8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4CA7E91" w14:textId="77777777" w:rsidR="008F65CF" w:rsidRDefault="008F65CF" w:rsidP="008F65CF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7663C3E" w14:textId="77777777" w:rsidR="00B40AE7" w:rsidRPr="000A20F8" w:rsidRDefault="00B40AE7" w:rsidP="00B40AE7">
      <w:pPr>
        <w:autoSpaceDE w:val="0"/>
        <w:autoSpaceDN w:val="0"/>
        <w:adjustRightInd w:val="0"/>
        <w:ind w:left="993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821FFDF" w14:textId="7C03B80B" w:rsidR="00B40AE7" w:rsidRDefault="00B40AE7" w:rsidP="00B40AE7">
      <w:pPr>
        <w:ind w:left="708"/>
        <w:jc w:val="both"/>
        <w:rPr>
          <w:rFonts w:ascii="Arial" w:hAnsi="Arial" w:cs="Arial"/>
          <w:sz w:val="20"/>
          <w:szCs w:val="20"/>
        </w:rPr>
      </w:pPr>
      <w:r w:rsidRPr="005A5B0B">
        <w:rPr>
          <w:rFonts w:ascii="Arial" w:hAnsi="Arial" w:cs="Arial"/>
          <w:b/>
          <w:sz w:val="20"/>
          <w:szCs w:val="20"/>
        </w:rPr>
        <w:t xml:space="preserve">Technik č. </w:t>
      </w:r>
      <w:r>
        <w:rPr>
          <w:rFonts w:ascii="Arial" w:hAnsi="Arial" w:cs="Arial"/>
          <w:b/>
          <w:sz w:val="20"/>
          <w:szCs w:val="20"/>
        </w:rPr>
        <w:t xml:space="preserve">2 </w:t>
      </w:r>
      <w:r w:rsidR="00B05629">
        <w:rPr>
          <w:rFonts w:ascii="Arial" w:hAnsi="Arial" w:cs="Arial"/>
          <w:b/>
          <w:sz w:val="20"/>
          <w:szCs w:val="20"/>
        </w:rPr>
        <w:t>(specialista na servis síťového řešení</w:t>
      </w:r>
      <w:bookmarkStart w:id="1" w:name="_GoBack"/>
      <w:bookmarkEnd w:id="1"/>
      <w:r w:rsidR="00B05629">
        <w:rPr>
          <w:rFonts w:ascii="Arial" w:hAnsi="Arial" w:cs="Arial"/>
          <w:b/>
          <w:sz w:val="20"/>
          <w:szCs w:val="20"/>
        </w:rPr>
        <w:t>)</w:t>
      </w:r>
    </w:p>
    <w:p w14:paraId="2B61F6B0" w14:textId="77777777" w:rsidR="00B40AE7" w:rsidRDefault="00B40AE7" w:rsidP="00B40AE7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40AE7" w:rsidRPr="00447B8F" w14:paraId="09ED1B02" w14:textId="77777777" w:rsidTr="007F7AA6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68418E42" w14:textId="77777777" w:rsidR="00B40AE7" w:rsidRPr="00447B8F" w:rsidRDefault="00B40AE7" w:rsidP="007F7A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5FB6F64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0AE7" w:rsidRPr="00447B8F" w14:paraId="53126B1E" w14:textId="77777777" w:rsidTr="007F7AA6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6831E0BC" w14:textId="77777777" w:rsidR="00B40AE7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C87714C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0AE7" w:rsidRPr="00447B8F" w14:paraId="1E742041" w14:textId="77777777" w:rsidTr="007F7AA6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04A43711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AE1407F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0AE7" w:rsidRPr="00447B8F" w14:paraId="163000D2" w14:textId="77777777" w:rsidTr="007F7AA6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68062877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F4B48AD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0AE7" w:rsidRPr="00447B8F" w14:paraId="50CA361B" w14:textId="77777777" w:rsidTr="007F7AA6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A9C4850" w14:textId="77777777" w:rsidR="00B40AE7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88EFE9A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40AE7" w:rsidRPr="00447B8F" w14:paraId="637DFCCF" w14:textId="77777777" w:rsidTr="007F7AA6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88A93AE" w14:textId="77777777" w:rsidR="00B40AE7" w:rsidRDefault="00B40AE7" w:rsidP="007F7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Výzvy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506D4C" w14:textId="77777777" w:rsidR="00B40AE7" w:rsidRPr="00447B8F" w:rsidRDefault="00B40AE7" w:rsidP="007F7AA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samostatné přílohy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358894E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6987C0F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2DC15B4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10397475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07356CB9" w14:textId="77777777"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27989BDF" w14:textId="77777777" w:rsidR="008F65CF" w:rsidRPr="008F65CF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2730BB" w:rsidRPr="001D6A5B">
        <w:rPr>
          <w:rFonts w:ascii="Arial" w:hAnsi="Arial" w:cs="Arial"/>
          <w:i/>
          <w:sz w:val="20"/>
          <w:szCs w:val="20"/>
        </w:rPr>
        <w:tab/>
      </w:r>
      <w:r w:rsidR="002730BB" w:rsidRPr="001D6A5B">
        <w:rPr>
          <w:rFonts w:ascii="Arial" w:hAnsi="Arial" w:cs="Arial"/>
          <w:i/>
          <w:sz w:val="20"/>
          <w:szCs w:val="20"/>
        </w:rPr>
        <w:tab/>
      </w:r>
      <w:r w:rsidR="002730BB" w:rsidRPr="001D6A5B">
        <w:rPr>
          <w:rFonts w:ascii="Arial" w:hAnsi="Arial" w:cs="Arial"/>
          <w:i/>
          <w:sz w:val="20"/>
          <w:szCs w:val="20"/>
        </w:rPr>
        <w:tab/>
      </w:r>
      <w:r w:rsidR="002730BB" w:rsidRPr="001D6A5B">
        <w:rPr>
          <w:rFonts w:ascii="Arial" w:hAnsi="Arial" w:cs="Arial"/>
          <w:i/>
          <w:sz w:val="20"/>
          <w:szCs w:val="20"/>
        </w:rPr>
        <w:tab/>
      </w:r>
      <w:r w:rsidR="002730BB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</w:t>
      </w:r>
      <w:r w:rsidR="00F434C2">
        <w:rPr>
          <w:rFonts w:ascii="Arial" w:hAnsi="Arial" w:cs="Arial"/>
          <w:i/>
          <w:color w:val="E36C0A"/>
          <w:sz w:val="20"/>
          <w:szCs w:val="20"/>
        </w:rPr>
        <w:t>l</w:t>
      </w:r>
      <w:r w:rsidR="008F65CF">
        <w:rPr>
          <w:rFonts w:ascii="Arial" w:hAnsi="Arial" w:cs="Arial"/>
          <w:i/>
          <w:color w:val="E36C0A"/>
          <w:sz w:val="20"/>
          <w:szCs w:val="20"/>
        </w:rPr>
        <w:t>e</w:t>
      </w:r>
    </w:p>
    <w:sectPr w:rsidR="008F65CF" w:rsidRPr="008F65CF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7B8A5" w14:textId="77777777" w:rsidR="00A93145" w:rsidRDefault="00A93145">
      <w:r>
        <w:separator/>
      </w:r>
    </w:p>
  </w:endnote>
  <w:endnote w:type="continuationSeparator" w:id="0">
    <w:p w14:paraId="27A7EA91" w14:textId="77777777" w:rsidR="00A93145" w:rsidRDefault="00A93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1B1AF" w14:textId="77777777" w:rsidR="000C3ADB" w:rsidRDefault="00A93145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0605B362">
        <v:line id="_x0000_s2051" style="position:absolute;flip:y;z-index:1" from="0,4.35pt" to="450pt,4.35pt"/>
      </w:pict>
    </w:r>
  </w:p>
  <w:p w14:paraId="596A6D99" w14:textId="77777777" w:rsidR="000C3ADB" w:rsidRPr="002D5E2E" w:rsidRDefault="002730BB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62FB7D6B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470F7" w14:textId="77777777" w:rsidR="00A93145" w:rsidRDefault="00A93145">
      <w:r>
        <w:separator/>
      </w:r>
    </w:p>
  </w:footnote>
  <w:footnote w:type="continuationSeparator" w:id="0">
    <w:p w14:paraId="39E0EF01" w14:textId="77777777" w:rsidR="00A93145" w:rsidRDefault="00A93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0C162" w14:textId="77777777" w:rsidR="000C3ADB" w:rsidRDefault="00A93145">
    <w:pPr>
      <w:pStyle w:val="Zhlav"/>
    </w:pPr>
    <w:r>
      <w:rPr>
        <w:noProof/>
      </w:rPr>
      <w:pict w14:anchorId="02E2AD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F3A4B" w14:textId="77777777" w:rsidR="002D5E2E" w:rsidRDefault="002D5E2E">
    <w:pPr>
      <w:pStyle w:val="Zhlav"/>
    </w:pPr>
  </w:p>
  <w:p w14:paraId="0D0C0353" w14:textId="77777777" w:rsidR="002D5E2E" w:rsidRDefault="002D5E2E">
    <w:pPr>
      <w:pStyle w:val="Zhlav"/>
    </w:pPr>
  </w:p>
  <w:p w14:paraId="20E843D9" w14:textId="77777777" w:rsidR="002D5E2E" w:rsidRDefault="002D5E2E">
    <w:pPr>
      <w:pStyle w:val="Zhlav"/>
    </w:pPr>
  </w:p>
  <w:p w14:paraId="097F9442" w14:textId="77777777" w:rsidR="005B4337" w:rsidRDefault="00A93145">
    <w:pPr>
      <w:pStyle w:val="Zhlav"/>
    </w:pPr>
    <w:r>
      <w:rPr>
        <w:noProof/>
      </w:rPr>
      <w:pict w14:anchorId="4D31AE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9115B" w14:textId="77777777" w:rsidR="000C3ADB" w:rsidRDefault="00A93145">
    <w:pPr>
      <w:pStyle w:val="Zhlav"/>
    </w:pPr>
    <w:r>
      <w:rPr>
        <w:noProof/>
      </w:rPr>
      <w:pict w14:anchorId="23BF6D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44.25pt;height:35.2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2F38E88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DA0C94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A50C8C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05A5C7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5C082BC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FE41B1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B7BE786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6DEC7D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8B4687D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2088F2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31C5A2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79ABB1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082AD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0C49E9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53EF6C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6907D9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2F0EE2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846144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7E9814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D8CF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90D9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011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5AD3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2011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F058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043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BCD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ABA8B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E95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D6D6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BE5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366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D2CC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E0F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815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2453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D44A930C">
      <w:start w:val="1"/>
      <w:numFmt w:val="lowerLetter"/>
      <w:lvlText w:val="%1)"/>
      <w:lvlJc w:val="left"/>
      <w:pPr>
        <w:ind w:left="644" w:hanging="360"/>
      </w:pPr>
    </w:lvl>
    <w:lvl w:ilvl="1" w:tplc="E15AD18E" w:tentative="1">
      <w:start w:val="1"/>
      <w:numFmt w:val="lowerLetter"/>
      <w:lvlText w:val="%2."/>
      <w:lvlJc w:val="left"/>
      <w:pPr>
        <w:ind w:left="1364" w:hanging="360"/>
      </w:pPr>
    </w:lvl>
    <w:lvl w:ilvl="2" w:tplc="F3F808B0" w:tentative="1">
      <w:start w:val="1"/>
      <w:numFmt w:val="lowerRoman"/>
      <w:lvlText w:val="%3."/>
      <w:lvlJc w:val="right"/>
      <w:pPr>
        <w:ind w:left="2084" w:hanging="180"/>
      </w:pPr>
    </w:lvl>
    <w:lvl w:ilvl="3" w:tplc="8FAE943A" w:tentative="1">
      <w:start w:val="1"/>
      <w:numFmt w:val="decimal"/>
      <w:lvlText w:val="%4."/>
      <w:lvlJc w:val="left"/>
      <w:pPr>
        <w:ind w:left="2804" w:hanging="360"/>
      </w:pPr>
    </w:lvl>
    <w:lvl w:ilvl="4" w:tplc="EB6E90F2" w:tentative="1">
      <w:start w:val="1"/>
      <w:numFmt w:val="lowerLetter"/>
      <w:lvlText w:val="%5."/>
      <w:lvlJc w:val="left"/>
      <w:pPr>
        <w:ind w:left="3524" w:hanging="360"/>
      </w:pPr>
    </w:lvl>
    <w:lvl w:ilvl="5" w:tplc="FDC2A526" w:tentative="1">
      <w:start w:val="1"/>
      <w:numFmt w:val="lowerRoman"/>
      <w:lvlText w:val="%6."/>
      <w:lvlJc w:val="right"/>
      <w:pPr>
        <w:ind w:left="4244" w:hanging="180"/>
      </w:pPr>
    </w:lvl>
    <w:lvl w:ilvl="6" w:tplc="12243C5C" w:tentative="1">
      <w:start w:val="1"/>
      <w:numFmt w:val="decimal"/>
      <w:lvlText w:val="%7."/>
      <w:lvlJc w:val="left"/>
      <w:pPr>
        <w:ind w:left="4964" w:hanging="360"/>
      </w:pPr>
    </w:lvl>
    <w:lvl w:ilvl="7" w:tplc="14602F20" w:tentative="1">
      <w:start w:val="1"/>
      <w:numFmt w:val="lowerLetter"/>
      <w:lvlText w:val="%8."/>
      <w:lvlJc w:val="left"/>
      <w:pPr>
        <w:ind w:left="5684" w:hanging="360"/>
      </w:pPr>
    </w:lvl>
    <w:lvl w:ilvl="8" w:tplc="69C4F29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CCEAD0B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8E5E51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4898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62A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167C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32D9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E40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C66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1662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744858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82B68E" w:tentative="1">
      <w:start w:val="1"/>
      <w:numFmt w:val="lowerLetter"/>
      <w:lvlText w:val="%2."/>
      <w:lvlJc w:val="left"/>
      <w:pPr>
        <w:ind w:left="1440" w:hanging="360"/>
      </w:pPr>
    </w:lvl>
    <w:lvl w:ilvl="2" w:tplc="05141626" w:tentative="1">
      <w:start w:val="1"/>
      <w:numFmt w:val="lowerRoman"/>
      <w:lvlText w:val="%3."/>
      <w:lvlJc w:val="right"/>
      <w:pPr>
        <w:ind w:left="2160" w:hanging="180"/>
      </w:pPr>
    </w:lvl>
    <w:lvl w:ilvl="3" w:tplc="1C121EE8" w:tentative="1">
      <w:start w:val="1"/>
      <w:numFmt w:val="decimal"/>
      <w:lvlText w:val="%4."/>
      <w:lvlJc w:val="left"/>
      <w:pPr>
        <w:ind w:left="2880" w:hanging="360"/>
      </w:pPr>
    </w:lvl>
    <w:lvl w:ilvl="4" w:tplc="2EB8D7CE" w:tentative="1">
      <w:start w:val="1"/>
      <w:numFmt w:val="lowerLetter"/>
      <w:lvlText w:val="%5."/>
      <w:lvlJc w:val="left"/>
      <w:pPr>
        <w:ind w:left="3600" w:hanging="360"/>
      </w:pPr>
    </w:lvl>
    <w:lvl w:ilvl="5" w:tplc="B5E6F062" w:tentative="1">
      <w:start w:val="1"/>
      <w:numFmt w:val="lowerRoman"/>
      <w:lvlText w:val="%6."/>
      <w:lvlJc w:val="right"/>
      <w:pPr>
        <w:ind w:left="4320" w:hanging="180"/>
      </w:pPr>
    </w:lvl>
    <w:lvl w:ilvl="6" w:tplc="61B01FDA" w:tentative="1">
      <w:start w:val="1"/>
      <w:numFmt w:val="decimal"/>
      <w:lvlText w:val="%7."/>
      <w:lvlJc w:val="left"/>
      <w:pPr>
        <w:ind w:left="5040" w:hanging="360"/>
      </w:pPr>
    </w:lvl>
    <w:lvl w:ilvl="7" w:tplc="5C42A24E" w:tentative="1">
      <w:start w:val="1"/>
      <w:numFmt w:val="lowerLetter"/>
      <w:lvlText w:val="%8."/>
      <w:lvlJc w:val="left"/>
      <w:pPr>
        <w:ind w:left="5760" w:hanging="360"/>
      </w:pPr>
    </w:lvl>
    <w:lvl w:ilvl="8" w:tplc="240A1E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827A0D9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4629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1EC0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E0AF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ACA3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C61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0A48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6634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8A48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C80E4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692A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08C68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109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00C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AE3A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3A56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70B3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6068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20D65"/>
    <w:multiLevelType w:val="hybridMultilevel"/>
    <w:tmpl w:val="8E9C841C"/>
    <w:lvl w:ilvl="0" w:tplc="A9A473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4864E8" w:tentative="1">
      <w:start w:val="1"/>
      <w:numFmt w:val="lowerLetter"/>
      <w:lvlText w:val="%2."/>
      <w:lvlJc w:val="left"/>
      <w:pPr>
        <w:ind w:left="1440" w:hanging="360"/>
      </w:pPr>
    </w:lvl>
    <w:lvl w:ilvl="2" w:tplc="7B74A402" w:tentative="1">
      <w:start w:val="1"/>
      <w:numFmt w:val="lowerRoman"/>
      <w:lvlText w:val="%3."/>
      <w:lvlJc w:val="right"/>
      <w:pPr>
        <w:ind w:left="2160" w:hanging="180"/>
      </w:pPr>
    </w:lvl>
    <w:lvl w:ilvl="3" w:tplc="776A8162" w:tentative="1">
      <w:start w:val="1"/>
      <w:numFmt w:val="decimal"/>
      <w:lvlText w:val="%4."/>
      <w:lvlJc w:val="left"/>
      <w:pPr>
        <w:ind w:left="2880" w:hanging="360"/>
      </w:pPr>
    </w:lvl>
    <w:lvl w:ilvl="4" w:tplc="042454EE" w:tentative="1">
      <w:start w:val="1"/>
      <w:numFmt w:val="lowerLetter"/>
      <w:lvlText w:val="%5."/>
      <w:lvlJc w:val="left"/>
      <w:pPr>
        <w:ind w:left="3600" w:hanging="360"/>
      </w:pPr>
    </w:lvl>
    <w:lvl w:ilvl="5" w:tplc="9320B5C2" w:tentative="1">
      <w:start w:val="1"/>
      <w:numFmt w:val="lowerRoman"/>
      <w:lvlText w:val="%6."/>
      <w:lvlJc w:val="right"/>
      <w:pPr>
        <w:ind w:left="4320" w:hanging="180"/>
      </w:pPr>
    </w:lvl>
    <w:lvl w:ilvl="6" w:tplc="6C5EB47C" w:tentative="1">
      <w:start w:val="1"/>
      <w:numFmt w:val="decimal"/>
      <w:lvlText w:val="%7."/>
      <w:lvlJc w:val="left"/>
      <w:pPr>
        <w:ind w:left="5040" w:hanging="360"/>
      </w:pPr>
    </w:lvl>
    <w:lvl w:ilvl="7" w:tplc="A4AAC130" w:tentative="1">
      <w:start w:val="1"/>
      <w:numFmt w:val="lowerLetter"/>
      <w:lvlText w:val="%8."/>
      <w:lvlJc w:val="left"/>
      <w:pPr>
        <w:ind w:left="5760" w:hanging="360"/>
      </w:pPr>
    </w:lvl>
    <w:lvl w:ilvl="8" w:tplc="E432D8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2614"/>
    <w:multiLevelType w:val="hybridMultilevel"/>
    <w:tmpl w:val="0E5E9902"/>
    <w:lvl w:ilvl="0" w:tplc="31DC36E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6A2D5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6023A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58C5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76B9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265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692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8CB0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F4A5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920B9"/>
    <w:multiLevelType w:val="hybridMultilevel"/>
    <w:tmpl w:val="16F87D7E"/>
    <w:lvl w:ilvl="0" w:tplc="7C58D3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D208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F3E9E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785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844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A865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A81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F85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D20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E07468"/>
    <w:multiLevelType w:val="hybridMultilevel"/>
    <w:tmpl w:val="F216EE0A"/>
    <w:lvl w:ilvl="0" w:tplc="709C6D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CE71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0AA9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62C7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CAF3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EC38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9C7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7AA4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76E6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0C3D30"/>
    <w:multiLevelType w:val="hybridMultilevel"/>
    <w:tmpl w:val="0FC680EE"/>
    <w:lvl w:ilvl="0" w:tplc="025A7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9E6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3EE3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DAF7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A8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2C69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2A21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BC51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4D7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4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2"/>
  </w:num>
  <w:num w:numId="12">
    <w:abstractNumId w:val="7"/>
  </w:num>
  <w:num w:numId="13">
    <w:abstractNumId w:val="16"/>
  </w:num>
  <w:num w:numId="14">
    <w:abstractNumId w:val="5"/>
  </w:num>
  <w:num w:numId="15">
    <w:abstractNumId w:val="1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2DD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570C"/>
    <w:rsid w:val="00267369"/>
    <w:rsid w:val="002702D2"/>
    <w:rsid w:val="002702F4"/>
    <w:rsid w:val="00270B33"/>
    <w:rsid w:val="0027121D"/>
    <w:rsid w:val="0027190C"/>
    <w:rsid w:val="00272A1F"/>
    <w:rsid w:val="002730BB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1DEA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6C37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6D2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45C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7B0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37A4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754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4541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8F65CF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26C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145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29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68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0AE7"/>
    <w:rsid w:val="00B41CE5"/>
    <w:rsid w:val="00B460E3"/>
    <w:rsid w:val="00B46816"/>
    <w:rsid w:val="00B469C0"/>
    <w:rsid w:val="00B46F90"/>
    <w:rsid w:val="00B47005"/>
    <w:rsid w:val="00B47216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6536"/>
    <w:rsid w:val="00CD65C7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00A4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34C2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4D29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0D1"/>
    <w:rsid w:val="00FF2BB2"/>
    <w:rsid w:val="00FF3DDE"/>
    <w:rsid w:val="00FF4444"/>
    <w:rsid w:val="00FF4774"/>
    <w:rsid w:val="00FF49B2"/>
    <w:rsid w:val="00FF5A80"/>
    <w:rsid w:val="00FF5DBD"/>
    <w:rsid w:val="00FF62BF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9CFED72"/>
  <w15:docId w15:val="{025BDACF-14CD-4111-A0FE-68697C65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8F65CF"/>
    <w:rPr>
      <w:sz w:val="24"/>
      <w:szCs w:val="24"/>
    </w:rPr>
  </w:style>
  <w:style w:type="character" w:customStyle="1" w:styleId="TextkomenteChar">
    <w:name w:val="Text komentáře Char"/>
    <w:link w:val="Textkomente"/>
    <w:semiHidden/>
    <w:rsid w:val="00B46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5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22</TotalTime>
  <Pages>4</Pages>
  <Words>990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18</cp:revision>
  <cp:lastPrinted>2014-10-07T12:22:00Z</cp:lastPrinted>
  <dcterms:created xsi:type="dcterms:W3CDTF">2016-10-21T12:51:00Z</dcterms:created>
  <dcterms:modified xsi:type="dcterms:W3CDTF">2024-09-04T14:56:00Z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